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C21" w:rsidRPr="006F29FC" w:rsidRDefault="00B50C21" w:rsidP="006F29FC">
      <w:pPr>
        <w:spacing w:line="0" w:lineRule="atLeast"/>
        <w:rPr>
          <w:rFonts w:ascii="Times New Roman" w:hAnsi="Times New Roman"/>
          <w:sz w:val="21"/>
          <w:szCs w:val="21"/>
        </w:rPr>
      </w:pP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14"/>
        <w:gridCol w:w="2270"/>
        <w:gridCol w:w="6008"/>
        <w:gridCol w:w="4224"/>
      </w:tblGrid>
      <w:tr w:rsidR="000B54D0" w:rsidRPr="006F29FC" w:rsidTr="00D6067F">
        <w:trPr>
          <w:cantSplit/>
          <w:trHeight w:val="881"/>
          <w:tblHeader/>
        </w:trPr>
        <w:tc>
          <w:tcPr>
            <w:tcW w:w="57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4D0" w:rsidRPr="006F29FC" w:rsidRDefault="000B54D0" w:rsidP="006F29FC">
            <w:pPr>
              <w:keepLines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  <w:lang w:val="fr-FR" w:eastAsia="zh-CN"/>
              </w:rPr>
            </w:pPr>
            <w:r w:rsidRPr="006F29FC">
              <w:rPr>
                <w:rFonts w:ascii="Times New Roman" w:hAnsi="Times New Roman" w:hint="eastAsia"/>
                <w:sz w:val="21"/>
                <w:szCs w:val="21"/>
                <w:lang w:val="fr-FR" w:eastAsia="zh-CN"/>
              </w:rPr>
              <w:t>大纲编号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4D0" w:rsidRPr="006F29FC" w:rsidRDefault="000B54D0" w:rsidP="006F29FC">
            <w:pPr>
              <w:keepLines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  <w:lang w:val="fr-FR"/>
              </w:rPr>
            </w:pPr>
            <w:r w:rsidRPr="006F29FC">
              <w:rPr>
                <w:rFonts w:ascii="Times New Roman" w:hAnsi="Times New Roman" w:hint="eastAsia"/>
                <w:sz w:val="21"/>
                <w:szCs w:val="21"/>
                <w:lang w:val="fr-FR" w:eastAsia="zh-CN"/>
              </w:rPr>
              <w:t>条款号</w:t>
            </w:r>
          </w:p>
        </w:tc>
        <w:tc>
          <w:tcPr>
            <w:tcW w:w="21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4D0" w:rsidRPr="006F29FC" w:rsidRDefault="000B54D0" w:rsidP="006F29FC">
            <w:pPr>
              <w:keepLines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  <w:lang w:val="fr-FR" w:eastAsia="zh-CN"/>
              </w:rPr>
            </w:pPr>
            <w:r w:rsidRPr="006F29FC">
              <w:rPr>
                <w:rFonts w:ascii="Times New Roman" w:hAnsi="Times New Roman" w:hint="eastAsia"/>
                <w:sz w:val="21"/>
                <w:szCs w:val="21"/>
                <w:lang w:val="fr-FR" w:eastAsia="zh-CN"/>
              </w:rPr>
              <w:t>意见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54D0" w:rsidRPr="006F29FC" w:rsidRDefault="000B54D0" w:rsidP="006F29FC">
            <w:pPr>
              <w:keepLines/>
              <w:spacing w:line="0" w:lineRule="atLeast"/>
              <w:jc w:val="center"/>
              <w:rPr>
                <w:rFonts w:ascii="Times New Roman" w:hAnsi="Times New Roman"/>
                <w:caps/>
                <w:sz w:val="21"/>
                <w:szCs w:val="21"/>
                <w:lang w:eastAsia="zh-CN"/>
              </w:rPr>
            </w:pPr>
            <w:r w:rsidRPr="006F29FC">
              <w:rPr>
                <w:rFonts w:ascii="Times New Roman" w:hAnsi="Times New Roman" w:hint="eastAsia"/>
                <w:caps/>
                <w:sz w:val="21"/>
                <w:szCs w:val="21"/>
                <w:lang w:eastAsia="zh-CN"/>
              </w:rPr>
              <w:t>修改建议</w:t>
            </w: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66A1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4B7DAE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B7DAE" w:rsidRPr="004B7DAE" w:rsidRDefault="004B7DAE" w:rsidP="006F29F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F24F97" w:rsidRDefault="00E50532" w:rsidP="00F24F97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24F97" w:rsidRPr="006F29FC" w:rsidRDefault="00F24F97" w:rsidP="00666A1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F24F97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7B6D5E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B6D5E" w:rsidRPr="006F29FC" w:rsidRDefault="007B6D5E" w:rsidP="00666A1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7B6D5E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7B6D5E" w:rsidRDefault="00E50532" w:rsidP="006F29F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66A1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bookmarkStart w:id="0" w:name="_GoBack"/>
        <w:bookmarkEnd w:id="0"/>
      </w:tr>
      <w:tr w:rsidR="00E50532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532" w:rsidRPr="006F29FC" w:rsidRDefault="00E50532" w:rsidP="006F29FC">
            <w:pPr>
              <w:widowControl w:val="0"/>
              <w:spacing w:line="0" w:lineRule="atLeast"/>
              <w:jc w:val="both"/>
              <w:outlineLvl w:val="3"/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3E21C4" w:rsidRDefault="003E21C4" w:rsidP="00666A1C">
            <w:pPr>
              <w:pStyle w:val="af"/>
              <w:spacing w:line="0" w:lineRule="atLeast"/>
              <w:ind w:firstLine="420"/>
              <w:rPr>
                <w:color w:val="auto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50532" w:rsidRPr="006F29FC" w:rsidRDefault="00E50532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3E21C4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6F29FC" w:rsidRDefault="003E21C4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1C4" w:rsidRPr="003E21C4" w:rsidRDefault="003E21C4" w:rsidP="003E21C4">
            <w:pPr>
              <w:widowControl w:val="0"/>
              <w:spacing w:line="300" w:lineRule="auto"/>
              <w:jc w:val="both"/>
              <w:outlineLvl w:val="3"/>
              <w:rPr>
                <w:rFonts w:ascii="Times New Roman" w:hAnsi="Times New Roman" w:cs="Arial"/>
                <w:kern w:val="2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3E21C4" w:rsidRDefault="003E21C4" w:rsidP="003E21C4">
            <w:pPr>
              <w:widowControl w:val="0"/>
              <w:spacing w:line="300" w:lineRule="auto"/>
              <w:ind w:left="1560" w:hangingChars="650" w:hanging="1560"/>
              <w:jc w:val="both"/>
              <w:rPr>
                <w:rFonts w:ascii="Times New Roman" w:hAnsi="Times New Roman" w:cs="Arial"/>
                <w:kern w:val="2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6F29FC" w:rsidRDefault="003E21C4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:rsidR="003E21C4" w:rsidRPr="006F29FC" w:rsidTr="00666A1C">
        <w:trPr>
          <w:cantSplit/>
          <w:trHeight w:val="754"/>
        </w:trPr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6F29FC" w:rsidRDefault="003E21C4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21C4" w:rsidRPr="003E21C4" w:rsidRDefault="003E21C4" w:rsidP="003E21C4">
            <w:pPr>
              <w:widowControl w:val="0"/>
              <w:spacing w:line="300" w:lineRule="auto"/>
              <w:jc w:val="both"/>
              <w:outlineLvl w:val="3"/>
              <w:rPr>
                <w:rFonts w:ascii="Times New Roman" w:hAnsi="Times New Roman" w:cs="Arial"/>
                <w:kern w:val="2"/>
                <w:lang w:val="en-US" w:eastAsia="zh-CN"/>
              </w:rPr>
            </w:pPr>
          </w:p>
        </w:tc>
        <w:tc>
          <w:tcPr>
            <w:tcW w:w="21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3E21C4" w:rsidRDefault="003E21C4" w:rsidP="003E21C4">
            <w:pPr>
              <w:widowControl w:val="0"/>
              <w:spacing w:line="300" w:lineRule="auto"/>
              <w:ind w:left="1560" w:hangingChars="650" w:hanging="1560"/>
              <w:jc w:val="both"/>
              <w:rPr>
                <w:rFonts w:ascii="Times New Roman" w:hAnsi="Times New Roman" w:cs="Arial"/>
                <w:kern w:val="2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E21C4" w:rsidRPr="006F29FC" w:rsidRDefault="003E21C4" w:rsidP="006F29FC">
            <w:pPr>
              <w:keepLines/>
              <w:spacing w:line="0" w:lineRule="atLeast"/>
              <w:rPr>
                <w:rFonts w:ascii="Times New Roman" w:hAnsi="Times New Roman"/>
                <w:color w:val="000000"/>
                <w:sz w:val="21"/>
                <w:szCs w:val="21"/>
                <w:lang w:eastAsia="zh-CN"/>
              </w:rPr>
            </w:pPr>
          </w:p>
        </w:tc>
      </w:tr>
    </w:tbl>
    <w:p w:rsidR="00112A44" w:rsidRPr="006F29FC" w:rsidRDefault="000B54D0" w:rsidP="00D6067F">
      <w:pPr>
        <w:spacing w:line="0" w:lineRule="atLeast"/>
        <w:ind w:right="840"/>
        <w:rPr>
          <w:sz w:val="21"/>
          <w:szCs w:val="21"/>
          <w:lang w:eastAsia="zh-CN"/>
        </w:rPr>
      </w:pPr>
      <w:r w:rsidRPr="006F29FC">
        <w:rPr>
          <w:rFonts w:hint="eastAsia"/>
          <w:sz w:val="21"/>
          <w:szCs w:val="21"/>
          <w:lang w:eastAsia="zh-CN"/>
        </w:rPr>
        <w:t>单位（专家）：</w:t>
      </w:r>
      <w:r w:rsidRPr="006F29FC">
        <w:rPr>
          <w:rFonts w:hint="eastAsia"/>
          <w:sz w:val="21"/>
          <w:szCs w:val="21"/>
          <w:lang w:eastAsia="zh-CN"/>
        </w:rPr>
        <w:t xml:space="preserve">     </w:t>
      </w:r>
    </w:p>
    <w:sectPr w:rsidR="00112A44" w:rsidRPr="006F29FC" w:rsidSect="00273A11">
      <w:type w:val="continuous"/>
      <w:pgSz w:w="16840" w:h="11907" w:orient="landscape" w:code="9"/>
      <w:pgMar w:top="1134" w:right="1418" w:bottom="1134" w:left="1418" w:header="578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8EB" w:rsidRDefault="001F58EB">
      <w:r>
        <w:separator/>
      </w:r>
    </w:p>
  </w:endnote>
  <w:endnote w:type="continuationSeparator" w:id="0">
    <w:p w:rsidR="001F58EB" w:rsidRDefault="001F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8EB" w:rsidRDefault="001F58EB">
      <w:r>
        <w:separator/>
      </w:r>
    </w:p>
  </w:footnote>
  <w:footnote w:type="continuationSeparator" w:id="0">
    <w:p w:rsidR="001F58EB" w:rsidRDefault="001F5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917C3"/>
    <w:multiLevelType w:val="multilevel"/>
    <w:tmpl w:val="B36CCD30"/>
    <w:lvl w:ilvl="0">
      <w:start w:val="1"/>
      <w:numFmt w:val="none"/>
      <w:pStyle w:val="a"/>
      <w:suff w:val="nothing"/>
      <w:lvlText w:val="%1——"/>
      <w:lvlJc w:val="left"/>
      <w:pPr>
        <w:ind w:left="852" w:hanging="426"/>
      </w:pPr>
      <w:rPr>
        <w:rFonts w:ascii="Times New Roman" w:hAnsi="Times New Roman" w:cs="Times New Roman" w:hint="default"/>
        <w:color w:val="auto"/>
        <w:lang w:val="en-US"/>
      </w:rPr>
    </w:lvl>
    <w:lvl w:ilvl="1">
      <w:start w:val="1"/>
      <w:numFmt w:val="bullet"/>
      <w:pStyle w:val="a0"/>
      <w:lvlText w:val=""/>
      <w:lvlJc w:val="left"/>
      <w:pPr>
        <w:tabs>
          <w:tab w:val="num" w:pos="902"/>
        </w:tabs>
        <w:ind w:left="1406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1"/>
      <w:lvlText w:val=""/>
      <w:lvlJc w:val="left"/>
      <w:pPr>
        <w:tabs>
          <w:tab w:val="num" w:pos="1820"/>
        </w:tabs>
        <w:ind w:left="1820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213"/>
        </w:tabs>
        <w:ind w:left="2026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5"/>
        </w:tabs>
        <w:ind w:left="2338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37"/>
        </w:tabs>
        <w:ind w:left="2650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49"/>
        </w:tabs>
        <w:ind w:left="2962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461"/>
        </w:tabs>
        <w:ind w:left="3274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73"/>
        </w:tabs>
        <w:ind w:left="3586" w:hanging="528"/>
      </w:pPr>
      <w:rPr>
        <w:rFonts w:hint="eastAsia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F27F5"/>
    <w:multiLevelType w:val="hybridMultilevel"/>
    <w:tmpl w:val="15A0FD36"/>
    <w:lvl w:ilvl="0" w:tplc="457641EC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A5868FD"/>
    <w:multiLevelType w:val="hybridMultilevel"/>
    <w:tmpl w:val="9B8E30CC"/>
    <w:lvl w:ilvl="0" w:tplc="40C41500">
      <w:start w:val="1"/>
      <w:numFmt w:val="bullet"/>
      <w:lvlText w:val=""/>
      <w:lvlJc w:val="left"/>
      <w:pPr>
        <w:ind w:left="2689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1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20"/>
      </w:pPr>
      <w:rPr>
        <w:rFonts w:ascii="Wingdings" w:hAnsi="Wingdings" w:hint="default"/>
      </w:rPr>
    </w:lvl>
  </w:abstractNum>
  <w:abstractNum w:abstractNumId="4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DE593C"/>
    <w:multiLevelType w:val="hybridMultilevel"/>
    <w:tmpl w:val="1600435E"/>
    <w:lvl w:ilvl="0" w:tplc="81C0297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733BE"/>
    <w:multiLevelType w:val="hybridMultilevel"/>
    <w:tmpl w:val="A55665C8"/>
    <w:lvl w:ilvl="0" w:tplc="B57C06A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06B4"/>
    <w:rsid w:val="00003B93"/>
    <w:rsid w:val="00020858"/>
    <w:rsid w:val="00030297"/>
    <w:rsid w:val="00035E62"/>
    <w:rsid w:val="000377C8"/>
    <w:rsid w:val="000452FF"/>
    <w:rsid w:val="000466AF"/>
    <w:rsid w:val="000564F9"/>
    <w:rsid w:val="0006087C"/>
    <w:rsid w:val="00062BD5"/>
    <w:rsid w:val="00080AE8"/>
    <w:rsid w:val="000A04DE"/>
    <w:rsid w:val="000A34F9"/>
    <w:rsid w:val="000B1838"/>
    <w:rsid w:val="000B54D0"/>
    <w:rsid w:val="000C3615"/>
    <w:rsid w:val="000D0A83"/>
    <w:rsid w:val="000D2BA7"/>
    <w:rsid w:val="000D54E9"/>
    <w:rsid w:val="000D5EF4"/>
    <w:rsid w:val="000D7834"/>
    <w:rsid w:val="000E1815"/>
    <w:rsid w:val="000E4ACE"/>
    <w:rsid w:val="000E4EC7"/>
    <w:rsid w:val="000E53E0"/>
    <w:rsid w:val="000E5825"/>
    <w:rsid w:val="00105A93"/>
    <w:rsid w:val="00110CCB"/>
    <w:rsid w:val="00112A44"/>
    <w:rsid w:val="001154EC"/>
    <w:rsid w:val="00133922"/>
    <w:rsid w:val="001419B4"/>
    <w:rsid w:val="0014729B"/>
    <w:rsid w:val="00150644"/>
    <w:rsid w:val="00155A26"/>
    <w:rsid w:val="00156943"/>
    <w:rsid w:val="00160130"/>
    <w:rsid w:val="00160168"/>
    <w:rsid w:val="00160BDC"/>
    <w:rsid w:val="001642A0"/>
    <w:rsid w:val="001778ED"/>
    <w:rsid w:val="00182DA9"/>
    <w:rsid w:val="00191BC5"/>
    <w:rsid w:val="001943F7"/>
    <w:rsid w:val="001B5AE7"/>
    <w:rsid w:val="001D0012"/>
    <w:rsid w:val="001D5EA6"/>
    <w:rsid w:val="001F27BF"/>
    <w:rsid w:val="001F58EB"/>
    <w:rsid w:val="001F5AC6"/>
    <w:rsid w:val="0020536B"/>
    <w:rsid w:val="002127FE"/>
    <w:rsid w:val="002242ED"/>
    <w:rsid w:val="002261AF"/>
    <w:rsid w:val="0022743C"/>
    <w:rsid w:val="00232ADC"/>
    <w:rsid w:val="0023481C"/>
    <w:rsid w:val="00241D76"/>
    <w:rsid w:val="0024448D"/>
    <w:rsid w:val="0024474F"/>
    <w:rsid w:val="00257201"/>
    <w:rsid w:val="002604C4"/>
    <w:rsid w:val="00273A11"/>
    <w:rsid w:val="00284CD6"/>
    <w:rsid w:val="00295C5E"/>
    <w:rsid w:val="002A3B69"/>
    <w:rsid w:val="002B2418"/>
    <w:rsid w:val="002B53E8"/>
    <w:rsid w:val="002B625F"/>
    <w:rsid w:val="002C1D40"/>
    <w:rsid w:val="002C2FF3"/>
    <w:rsid w:val="002C516F"/>
    <w:rsid w:val="002D1DB8"/>
    <w:rsid w:val="002D2565"/>
    <w:rsid w:val="002E1B38"/>
    <w:rsid w:val="002E6602"/>
    <w:rsid w:val="002F2D73"/>
    <w:rsid w:val="002F3E6B"/>
    <w:rsid w:val="00302FCC"/>
    <w:rsid w:val="00316995"/>
    <w:rsid w:val="00341F69"/>
    <w:rsid w:val="0034211F"/>
    <w:rsid w:val="003475E7"/>
    <w:rsid w:val="0036087A"/>
    <w:rsid w:val="0036154E"/>
    <w:rsid w:val="00363F5C"/>
    <w:rsid w:val="00383661"/>
    <w:rsid w:val="00386EA7"/>
    <w:rsid w:val="00395EF1"/>
    <w:rsid w:val="003A10AA"/>
    <w:rsid w:val="003A3B42"/>
    <w:rsid w:val="003B1EA6"/>
    <w:rsid w:val="003C6475"/>
    <w:rsid w:val="003C6F95"/>
    <w:rsid w:val="003C7635"/>
    <w:rsid w:val="003D02C1"/>
    <w:rsid w:val="003E1039"/>
    <w:rsid w:val="003E21C4"/>
    <w:rsid w:val="003E4312"/>
    <w:rsid w:val="003E6845"/>
    <w:rsid w:val="003F5030"/>
    <w:rsid w:val="003F5BDC"/>
    <w:rsid w:val="0040423B"/>
    <w:rsid w:val="00405327"/>
    <w:rsid w:val="00411EB0"/>
    <w:rsid w:val="00421CD5"/>
    <w:rsid w:val="00425501"/>
    <w:rsid w:val="004277A4"/>
    <w:rsid w:val="0042799A"/>
    <w:rsid w:val="004439D9"/>
    <w:rsid w:val="00450A0D"/>
    <w:rsid w:val="00470F58"/>
    <w:rsid w:val="00480C6A"/>
    <w:rsid w:val="00486B22"/>
    <w:rsid w:val="00492445"/>
    <w:rsid w:val="00492D4C"/>
    <w:rsid w:val="00492DB7"/>
    <w:rsid w:val="004A3DB9"/>
    <w:rsid w:val="004A420D"/>
    <w:rsid w:val="004A5DA8"/>
    <w:rsid w:val="004A773E"/>
    <w:rsid w:val="004B0A71"/>
    <w:rsid w:val="004B5D5A"/>
    <w:rsid w:val="004B7DAE"/>
    <w:rsid w:val="004D0B02"/>
    <w:rsid w:val="004E7FC3"/>
    <w:rsid w:val="004F5594"/>
    <w:rsid w:val="004F5A2A"/>
    <w:rsid w:val="00501E24"/>
    <w:rsid w:val="005034FB"/>
    <w:rsid w:val="00507700"/>
    <w:rsid w:val="005120BD"/>
    <w:rsid w:val="00514105"/>
    <w:rsid w:val="00534AB6"/>
    <w:rsid w:val="00540672"/>
    <w:rsid w:val="00552845"/>
    <w:rsid w:val="0056301A"/>
    <w:rsid w:val="00567F81"/>
    <w:rsid w:val="00580A30"/>
    <w:rsid w:val="00580C26"/>
    <w:rsid w:val="00586158"/>
    <w:rsid w:val="00586A2D"/>
    <w:rsid w:val="00587BB4"/>
    <w:rsid w:val="005A03EE"/>
    <w:rsid w:val="005A3DD8"/>
    <w:rsid w:val="005A4DC8"/>
    <w:rsid w:val="005B1505"/>
    <w:rsid w:val="005B5FF9"/>
    <w:rsid w:val="005C59D2"/>
    <w:rsid w:val="005D17CB"/>
    <w:rsid w:val="005D1A98"/>
    <w:rsid w:val="005E2584"/>
    <w:rsid w:val="005F171F"/>
    <w:rsid w:val="005F2E25"/>
    <w:rsid w:val="00603DAA"/>
    <w:rsid w:val="00614671"/>
    <w:rsid w:val="006224BA"/>
    <w:rsid w:val="006242D9"/>
    <w:rsid w:val="00625075"/>
    <w:rsid w:val="00632F68"/>
    <w:rsid w:val="00635053"/>
    <w:rsid w:val="00642484"/>
    <w:rsid w:val="00645D21"/>
    <w:rsid w:val="0065322C"/>
    <w:rsid w:val="00662710"/>
    <w:rsid w:val="00665148"/>
    <w:rsid w:val="00665EA0"/>
    <w:rsid w:val="00666A1C"/>
    <w:rsid w:val="00675BFC"/>
    <w:rsid w:val="006842C6"/>
    <w:rsid w:val="00686AAA"/>
    <w:rsid w:val="006A290F"/>
    <w:rsid w:val="006A37E7"/>
    <w:rsid w:val="006B1DD7"/>
    <w:rsid w:val="006B3265"/>
    <w:rsid w:val="006B775E"/>
    <w:rsid w:val="006E11F0"/>
    <w:rsid w:val="006F29FC"/>
    <w:rsid w:val="006F57DF"/>
    <w:rsid w:val="006F5AAB"/>
    <w:rsid w:val="006F65BC"/>
    <w:rsid w:val="00702C2B"/>
    <w:rsid w:val="007133F0"/>
    <w:rsid w:val="007154EF"/>
    <w:rsid w:val="00717313"/>
    <w:rsid w:val="0072037A"/>
    <w:rsid w:val="00750522"/>
    <w:rsid w:val="00753198"/>
    <w:rsid w:val="00760D93"/>
    <w:rsid w:val="00762BCA"/>
    <w:rsid w:val="007676AD"/>
    <w:rsid w:val="00770CD0"/>
    <w:rsid w:val="00774A4C"/>
    <w:rsid w:val="00781710"/>
    <w:rsid w:val="007849A2"/>
    <w:rsid w:val="00797883"/>
    <w:rsid w:val="007A1BFA"/>
    <w:rsid w:val="007B3978"/>
    <w:rsid w:val="007B6D5E"/>
    <w:rsid w:val="007C3BF5"/>
    <w:rsid w:val="007E16A0"/>
    <w:rsid w:val="007E1B1E"/>
    <w:rsid w:val="007E27EF"/>
    <w:rsid w:val="007E32FF"/>
    <w:rsid w:val="007F1AC5"/>
    <w:rsid w:val="007F3DC5"/>
    <w:rsid w:val="0081035C"/>
    <w:rsid w:val="008262E7"/>
    <w:rsid w:val="008473E1"/>
    <w:rsid w:val="0085168C"/>
    <w:rsid w:val="00861794"/>
    <w:rsid w:val="00863444"/>
    <w:rsid w:val="008817E9"/>
    <w:rsid w:val="008B4675"/>
    <w:rsid w:val="008B5387"/>
    <w:rsid w:val="008B7A6C"/>
    <w:rsid w:val="008C401A"/>
    <w:rsid w:val="008E6AE4"/>
    <w:rsid w:val="008F511D"/>
    <w:rsid w:val="009030A7"/>
    <w:rsid w:val="0091045C"/>
    <w:rsid w:val="00913D7E"/>
    <w:rsid w:val="009225FD"/>
    <w:rsid w:val="00926862"/>
    <w:rsid w:val="00930932"/>
    <w:rsid w:val="00931189"/>
    <w:rsid w:val="0094563B"/>
    <w:rsid w:val="00945F95"/>
    <w:rsid w:val="00950571"/>
    <w:rsid w:val="00961C1B"/>
    <w:rsid w:val="009914F0"/>
    <w:rsid w:val="009C135C"/>
    <w:rsid w:val="009C53B4"/>
    <w:rsid w:val="009D0243"/>
    <w:rsid w:val="009E4DF2"/>
    <w:rsid w:val="009F3B67"/>
    <w:rsid w:val="009F620E"/>
    <w:rsid w:val="00A0261C"/>
    <w:rsid w:val="00A059E8"/>
    <w:rsid w:val="00A07F5B"/>
    <w:rsid w:val="00A10210"/>
    <w:rsid w:val="00A34B5D"/>
    <w:rsid w:val="00A36264"/>
    <w:rsid w:val="00A36433"/>
    <w:rsid w:val="00A44AE2"/>
    <w:rsid w:val="00A51C42"/>
    <w:rsid w:val="00A545AF"/>
    <w:rsid w:val="00A57C8E"/>
    <w:rsid w:val="00A631AC"/>
    <w:rsid w:val="00A65B4F"/>
    <w:rsid w:val="00A6616A"/>
    <w:rsid w:val="00A80E8C"/>
    <w:rsid w:val="00A823D2"/>
    <w:rsid w:val="00A861F4"/>
    <w:rsid w:val="00AB31AB"/>
    <w:rsid w:val="00AC2E64"/>
    <w:rsid w:val="00AC35F1"/>
    <w:rsid w:val="00AC5675"/>
    <w:rsid w:val="00AD1D63"/>
    <w:rsid w:val="00AE106F"/>
    <w:rsid w:val="00AE79E5"/>
    <w:rsid w:val="00AF3ECD"/>
    <w:rsid w:val="00AF4F7B"/>
    <w:rsid w:val="00B00374"/>
    <w:rsid w:val="00B1288C"/>
    <w:rsid w:val="00B139C3"/>
    <w:rsid w:val="00B14784"/>
    <w:rsid w:val="00B22374"/>
    <w:rsid w:val="00B22426"/>
    <w:rsid w:val="00B24E0B"/>
    <w:rsid w:val="00B277D2"/>
    <w:rsid w:val="00B46437"/>
    <w:rsid w:val="00B50C21"/>
    <w:rsid w:val="00B61AFF"/>
    <w:rsid w:val="00B87548"/>
    <w:rsid w:val="00B97F06"/>
    <w:rsid w:val="00BA2DB4"/>
    <w:rsid w:val="00BA5F11"/>
    <w:rsid w:val="00BB3026"/>
    <w:rsid w:val="00BB3505"/>
    <w:rsid w:val="00BB783B"/>
    <w:rsid w:val="00BB7E1D"/>
    <w:rsid w:val="00BC45D1"/>
    <w:rsid w:val="00BD001D"/>
    <w:rsid w:val="00BE143C"/>
    <w:rsid w:val="00BE1F32"/>
    <w:rsid w:val="00C11237"/>
    <w:rsid w:val="00C11FA2"/>
    <w:rsid w:val="00C249B3"/>
    <w:rsid w:val="00C30AF6"/>
    <w:rsid w:val="00C36329"/>
    <w:rsid w:val="00C364EF"/>
    <w:rsid w:val="00C401B6"/>
    <w:rsid w:val="00C40B7D"/>
    <w:rsid w:val="00C42A51"/>
    <w:rsid w:val="00C440F3"/>
    <w:rsid w:val="00C51F15"/>
    <w:rsid w:val="00C522F6"/>
    <w:rsid w:val="00C540A6"/>
    <w:rsid w:val="00C63F37"/>
    <w:rsid w:val="00C65B1D"/>
    <w:rsid w:val="00C674AF"/>
    <w:rsid w:val="00C71301"/>
    <w:rsid w:val="00C7308E"/>
    <w:rsid w:val="00C76693"/>
    <w:rsid w:val="00C8183C"/>
    <w:rsid w:val="00C83F03"/>
    <w:rsid w:val="00C87DD3"/>
    <w:rsid w:val="00CA7DB5"/>
    <w:rsid w:val="00CB712B"/>
    <w:rsid w:val="00CC0D2A"/>
    <w:rsid w:val="00CC60AC"/>
    <w:rsid w:val="00CD0C17"/>
    <w:rsid w:val="00CD62DB"/>
    <w:rsid w:val="00CE281C"/>
    <w:rsid w:val="00CF7EBF"/>
    <w:rsid w:val="00D07C17"/>
    <w:rsid w:val="00D306DE"/>
    <w:rsid w:val="00D35391"/>
    <w:rsid w:val="00D436AE"/>
    <w:rsid w:val="00D470A7"/>
    <w:rsid w:val="00D5550A"/>
    <w:rsid w:val="00D6067F"/>
    <w:rsid w:val="00D67983"/>
    <w:rsid w:val="00D67A05"/>
    <w:rsid w:val="00D7551E"/>
    <w:rsid w:val="00D82280"/>
    <w:rsid w:val="00D927C4"/>
    <w:rsid w:val="00D94E11"/>
    <w:rsid w:val="00DA2C0B"/>
    <w:rsid w:val="00DA6999"/>
    <w:rsid w:val="00DA7DDD"/>
    <w:rsid w:val="00DB6639"/>
    <w:rsid w:val="00DC1FBE"/>
    <w:rsid w:val="00DC4154"/>
    <w:rsid w:val="00DC5294"/>
    <w:rsid w:val="00DF3D9A"/>
    <w:rsid w:val="00E05CAA"/>
    <w:rsid w:val="00E154BD"/>
    <w:rsid w:val="00E31ADD"/>
    <w:rsid w:val="00E34085"/>
    <w:rsid w:val="00E40D20"/>
    <w:rsid w:val="00E41F01"/>
    <w:rsid w:val="00E50532"/>
    <w:rsid w:val="00E5389E"/>
    <w:rsid w:val="00E5431D"/>
    <w:rsid w:val="00E54AB7"/>
    <w:rsid w:val="00E55326"/>
    <w:rsid w:val="00E57404"/>
    <w:rsid w:val="00E62D98"/>
    <w:rsid w:val="00E74254"/>
    <w:rsid w:val="00E74C9D"/>
    <w:rsid w:val="00E95D21"/>
    <w:rsid w:val="00E97272"/>
    <w:rsid w:val="00EA246E"/>
    <w:rsid w:val="00EA51A7"/>
    <w:rsid w:val="00EB108B"/>
    <w:rsid w:val="00EB17DC"/>
    <w:rsid w:val="00EB6D9D"/>
    <w:rsid w:val="00EC3978"/>
    <w:rsid w:val="00ED4BE4"/>
    <w:rsid w:val="00ED4DBD"/>
    <w:rsid w:val="00EE2E03"/>
    <w:rsid w:val="00EF3B77"/>
    <w:rsid w:val="00EF3F92"/>
    <w:rsid w:val="00EF400B"/>
    <w:rsid w:val="00F06B2E"/>
    <w:rsid w:val="00F149A8"/>
    <w:rsid w:val="00F24F97"/>
    <w:rsid w:val="00F27533"/>
    <w:rsid w:val="00F378CE"/>
    <w:rsid w:val="00F401EE"/>
    <w:rsid w:val="00F43714"/>
    <w:rsid w:val="00F506B4"/>
    <w:rsid w:val="00F63DD8"/>
    <w:rsid w:val="00F67A92"/>
    <w:rsid w:val="00F71A53"/>
    <w:rsid w:val="00F720F3"/>
    <w:rsid w:val="00F809AA"/>
    <w:rsid w:val="00F946A0"/>
    <w:rsid w:val="00F9669E"/>
    <w:rsid w:val="00FA40E1"/>
    <w:rsid w:val="00FC4715"/>
    <w:rsid w:val="00FC590B"/>
    <w:rsid w:val="00FC6EA1"/>
    <w:rsid w:val="00FD6076"/>
    <w:rsid w:val="00FD73B9"/>
    <w:rsid w:val="00FE6E8F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08DE03-043D-4909-8164-D9BE3D52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D5EA6"/>
    <w:rPr>
      <w:rFonts w:ascii="Frutiger 55 Roman" w:hAnsi="Frutiger 55 Roman"/>
      <w:sz w:val="24"/>
      <w:szCs w:val="24"/>
      <w:lang w:val="en-GB" w:eastAsia="en-US"/>
    </w:rPr>
  </w:style>
  <w:style w:type="paragraph" w:styleId="2">
    <w:name w:val="heading 2"/>
    <w:basedOn w:val="a2"/>
    <w:next w:val="a2"/>
    <w:link w:val="2Char"/>
    <w:uiPriority w:val="9"/>
    <w:qFormat/>
    <w:rsid w:val="007A1B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2"/>
    <w:next w:val="a2"/>
    <w:qFormat/>
    <w:rsid w:val="001D5EA6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3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">
    <w:name w:val="toc 1"/>
    <w:basedOn w:val="a2"/>
    <w:next w:val="a2"/>
    <w:autoRedefine/>
    <w:semiHidden/>
    <w:rsid w:val="001D5EA6"/>
    <w:rPr>
      <w:rFonts w:ascii="Times New Roman" w:hAnsi="Times New Roman"/>
      <w:lang w:val="nl-NL" w:eastAsia="nl-NL"/>
    </w:rPr>
  </w:style>
  <w:style w:type="paragraph" w:styleId="a6">
    <w:name w:val="header"/>
    <w:basedOn w:val="a2"/>
    <w:link w:val="Char"/>
    <w:uiPriority w:val="99"/>
    <w:rsid w:val="001D5EA6"/>
    <w:pPr>
      <w:tabs>
        <w:tab w:val="center" w:pos="4320"/>
        <w:tab w:val="right" w:pos="8640"/>
      </w:tabs>
    </w:pPr>
  </w:style>
  <w:style w:type="paragraph" w:styleId="a7">
    <w:name w:val="footer"/>
    <w:basedOn w:val="a2"/>
    <w:semiHidden/>
    <w:rsid w:val="001D5EA6"/>
    <w:pPr>
      <w:tabs>
        <w:tab w:val="center" w:pos="4320"/>
        <w:tab w:val="right" w:pos="8640"/>
      </w:tabs>
    </w:pPr>
  </w:style>
  <w:style w:type="paragraph" w:styleId="a8">
    <w:name w:val="Body Text"/>
    <w:basedOn w:val="a2"/>
    <w:semiHidden/>
    <w:rsid w:val="001D5EA6"/>
    <w:pPr>
      <w:keepLines/>
    </w:pPr>
    <w:rPr>
      <w:sz w:val="18"/>
    </w:rPr>
  </w:style>
  <w:style w:type="character" w:customStyle="1" w:styleId="2Char">
    <w:name w:val="标题 2 Char"/>
    <w:basedOn w:val="a3"/>
    <w:link w:val="2"/>
    <w:uiPriority w:val="9"/>
    <w:semiHidden/>
    <w:rsid w:val="007A1BF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styleId="a9">
    <w:name w:val="Hyperlink"/>
    <w:basedOn w:val="a3"/>
    <w:semiHidden/>
    <w:rsid w:val="001B5AE7"/>
    <w:rPr>
      <w:color w:val="0000FF"/>
      <w:u w:val="single"/>
    </w:rPr>
  </w:style>
  <w:style w:type="character" w:customStyle="1" w:styleId="Char">
    <w:name w:val="页眉 Char"/>
    <w:basedOn w:val="a3"/>
    <w:link w:val="a6"/>
    <w:uiPriority w:val="99"/>
    <w:rsid w:val="001B5AE7"/>
    <w:rPr>
      <w:rFonts w:ascii="Frutiger 55 Roman" w:hAnsi="Frutiger 55 Roman"/>
      <w:sz w:val="24"/>
      <w:szCs w:val="24"/>
      <w:lang w:eastAsia="en-US"/>
    </w:rPr>
  </w:style>
  <w:style w:type="paragraph" w:styleId="aa">
    <w:name w:val="Balloon Text"/>
    <w:basedOn w:val="a2"/>
    <w:link w:val="Char0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3"/>
    <w:link w:val="aa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paragraph" w:styleId="20">
    <w:name w:val="Body Text 2"/>
    <w:basedOn w:val="a2"/>
    <w:rsid w:val="00C401B6"/>
    <w:pPr>
      <w:keepLines/>
    </w:pPr>
    <w:rPr>
      <w:rFonts w:ascii="Times New Roman" w:hAnsi="Times New Roman"/>
      <w:color w:val="000000"/>
      <w:sz w:val="18"/>
    </w:rPr>
  </w:style>
  <w:style w:type="paragraph" w:customStyle="1" w:styleId="TABLE-cell">
    <w:name w:val="TABLE-cell"/>
    <w:basedOn w:val="a2"/>
    <w:rsid w:val="00C401B6"/>
    <w:pPr>
      <w:snapToGrid w:val="0"/>
      <w:spacing w:before="60" w:after="60"/>
    </w:pPr>
    <w:rPr>
      <w:rFonts w:ascii="Times New Roman" w:hAnsi="Times New Roman" w:cs="Arial"/>
      <w:sz w:val="20"/>
      <w:szCs w:val="16"/>
      <w:lang w:eastAsia="zh-CN"/>
    </w:rPr>
  </w:style>
  <w:style w:type="character" w:customStyle="1" w:styleId="hps">
    <w:name w:val="hps"/>
    <w:basedOn w:val="a3"/>
    <w:rsid w:val="00C401B6"/>
  </w:style>
  <w:style w:type="character" w:customStyle="1" w:styleId="shorttext">
    <w:name w:val="short_text"/>
    <w:basedOn w:val="a3"/>
    <w:rsid w:val="00C401B6"/>
  </w:style>
  <w:style w:type="character" w:styleId="ab">
    <w:name w:val="annotation reference"/>
    <w:basedOn w:val="a3"/>
    <w:semiHidden/>
    <w:rsid w:val="00425501"/>
    <w:rPr>
      <w:sz w:val="16"/>
      <w:szCs w:val="16"/>
    </w:rPr>
  </w:style>
  <w:style w:type="paragraph" w:styleId="ac">
    <w:name w:val="annotation text"/>
    <w:basedOn w:val="a2"/>
    <w:semiHidden/>
    <w:rsid w:val="00425501"/>
    <w:rPr>
      <w:sz w:val="20"/>
      <w:szCs w:val="20"/>
    </w:rPr>
  </w:style>
  <w:style w:type="paragraph" w:styleId="ad">
    <w:name w:val="annotation subject"/>
    <w:basedOn w:val="ac"/>
    <w:next w:val="ac"/>
    <w:semiHidden/>
    <w:rsid w:val="00425501"/>
    <w:rPr>
      <w:b/>
      <w:bCs/>
    </w:rPr>
  </w:style>
  <w:style w:type="table" w:styleId="ae">
    <w:name w:val="Table Grid"/>
    <w:basedOn w:val="a4"/>
    <w:rsid w:val="00112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大纲正文样式"/>
    <w:basedOn w:val="a2"/>
    <w:link w:val="Char1"/>
    <w:qFormat/>
    <w:rsid w:val="00950571"/>
    <w:pPr>
      <w:widowControl w:val="0"/>
      <w:tabs>
        <w:tab w:val="left" w:pos="540"/>
      </w:tabs>
      <w:spacing w:line="300" w:lineRule="auto"/>
      <w:ind w:firstLineChars="200" w:firstLine="200"/>
      <w:jc w:val="both"/>
    </w:pPr>
    <w:rPr>
      <w:rFonts w:ascii="Times New Roman" w:hAnsi="Times New Roman"/>
      <w:color w:val="000000"/>
      <w:kern w:val="2"/>
      <w:lang w:val="en-US" w:eastAsia="zh-CN"/>
    </w:rPr>
  </w:style>
  <w:style w:type="character" w:customStyle="1" w:styleId="Char1">
    <w:name w:val="大纲正文样式 Char"/>
    <w:basedOn w:val="a3"/>
    <w:link w:val="af"/>
    <w:qFormat/>
    <w:rsid w:val="00950571"/>
    <w:rPr>
      <w:color w:val="000000"/>
      <w:kern w:val="2"/>
      <w:sz w:val="24"/>
      <w:szCs w:val="24"/>
    </w:rPr>
  </w:style>
  <w:style w:type="paragraph" w:customStyle="1" w:styleId="af0">
    <w:name w:val="段"/>
    <w:link w:val="Char2"/>
    <w:qFormat/>
    <w:rsid w:val="003F503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2"/>
    </w:rPr>
  </w:style>
  <w:style w:type="character" w:customStyle="1" w:styleId="Char2">
    <w:name w:val="段 Char"/>
    <w:link w:val="af0"/>
    <w:qFormat/>
    <w:locked/>
    <w:rsid w:val="003F5030"/>
    <w:rPr>
      <w:rFonts w:ascii="宋体"/>
      <w:sz w:val="22"/>
    </w:rPr>
  </w:style>
  <w:style w:type="paragraph" w:customStyle="1" w:styleId="a">
    <w:name w:val="列项——（一级）"/>
    <w:uiPriority w:val="99"/>
    <w:rsid w:val="00DA7DDD"/>
    <w:pPr>
      <w:widowControl w:val="0"/>
      <w:numPr>
        <w:numId w:val="7"/>
      </w:numPr>
      <w:jc w:val="both"/>
    </w:pPr>
    <w:rPr>
      <w:rFonts w:ascii="宋体"/>
      <w:sz w:val="21"/>
    </w:rPr>
  </w:style>
  <w:style w:type="paragraph" w:customStyle="1" w:styleId="a0">
    <w:name w:val="列项●（二级）"/>
    <w:rsid w:val="00DA7DDD"/>
    <w:pPr>
      <w:numPr>
        <w:ilvl w:val="1"/>
        <w:numId w:val="7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1">
    <w:name w:val="列项◆（三级）"/>
    <w:basedOn w:val="a2"/>
    <w:rsid w:val="00DA7DDD"/>
    <w:pPr>
      <w:widowControl w:val="0"/>
      <w:numPr>
        <w:ilvl w:val="2"/>
        <w:numId w:val="7"/>
      </w:numPr>
      <w:jc w:val="both"/>
    </w:pPr>
    <w:rPr>
      <w:rFonts w:ascii="宋体" w:hAnsi="Times New Roman"/>
      <w:kern w:val="2"/>
      <w:sz w:val="21"/>
      <w:szCs w:val="21"/>
      <w:lang w:val="en-US" w:eastAsia="zh-CN"/>
    </w:rPr>
  </w:style>
  <w:style w:type="paragraph" w:customStyle="1" w:styleId="CharChar1CharCharChar">
    <w:name w:val="Char Char1 Char Char Char"/>
    <w:basedOn w:val="a1"/>
    <w:next w:val="a0"/>
    <w:rsid w:val="00D07C17"/>
    <w:pPr>
      <w:numPr>
        <w:ilvl w:val="0"/>
        <w:numId w:val="0"/>
      </w:numPr>
      <w:shd w:val="clear" w:color="auto" w:fill="000080"/>
    </w:pPr>
    <w:rPr>
      <w:rFonts w:ascii="Times New Roman"/>
      <w:szCs w:val="20"/>
    </w:rPr>
  </w:style>
  <w:style w:type="paragraph" w:customStyle="1" w:styleId="af1">
    <w:name w:val="大纲条文注释"/>
    <w:basedOn w:val="a2"/>
    <w:link w:val="Char3"/>
    <w:rsid w:val="00D07C17"/>
    <w:pPr>
      <w:widowControl w:val="0"/>
      <w:tabs>
        <w:tab w:val="left" w:pos="540"/>
      </w:tabs>
      <w:spacing w:line="300" w:lineRule="auto"/>
      <w:ind w:firstLineChars="202" w:firstLine="202"/>
      <w:jc w:val="both"/>
    </w:pPr>
    <w:rPr>
      <w:rFonts w:ascii="Times New Roman" w:eastAsia="仿宋_GB2312" w:hAnsi="Times New Roman"/>
      <w:color w:val="000000"/>
      <w:kern w:val="2"/>
      <w:sz w:val="21"/>
      <w:szCs w:val="21"/>
      <w:lang w:val="en-US" w:eastAsia="zh-CN"/>
    </w:rPr>
  </w:style>
  <w:style w:type="character" w:customStyle="1" w:styleId="Char3">
    <w:name w:val="大纲条文注释 Char"/>
    <w:basedOn w:val="a3"/>
    <w:link w:val="af1"/>
    <w:rsid w:val="00D07C17"/>
    <w:rPr>
      <w:rFonts w:eastAsia="仿宋_GB2312"/>
      <w:color w:val="000000"/>
      <w:kern w:val="2"/>
      <w:sz w:val="21"/>
      <w:szCs w:val="21"/>
    </w:rPr>
  </w:style>
  <w:style w:type="paragraph" w:styleId="af2">
    <w:name w:val="Document Map"/>
    <w:basedOn w:val="a2"/>
    <w:link w:val="Char4"/>
    <w:uiPriority w:val="99"/>
    <w:semiHidden/>
    <w:unhideWhenUsed/>
    <w:rsid w:val="00D07C17"/>
    <w:rPr>
      <w:rFonts w:ascii="宋体"/>
      <w:sz w:val="18"/>
      <w:szCs w:val="18"/>
    </w:rPr>
  </w:style>
  <w:style w:type="character" w:customStyle="1" w:styleId="Char4">
    <w:name w:val="文档结构图 Char"/>
    <w:basedOn w:val="a3"/>
    <w:link w:val="af2"/>
    <w:uiPriority w:val="99"/>
    <w:semiHidden/>
    <w:rsid w:val="00D07C17"/>
    <w:rPr>
      <w:rFonts w:ascii="宋体" w:hAnsi="Frutiger 55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4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TC'S\TC08-SC7\R137%202008\2CD%20R137%202010\TC%208_SC%207_024_CC_2%20CD%20R%20137-1&amp;2%20template%20for%20comments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1E9B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 8_SC 7_024_CC_2 CD R 137-1&amp;2 template for comments</Template>
  <TotalTime>246</TotalTime>
  <Pages>1</Pages>
  <Words>12</Words>
  <Characters>70</Characters>
  <Application>Microsoft Office Word</Application>
  <DocSecurity>0</DocSecurity>
  <Lines>1</Lines>
  <Paragraphs>1</Paragraphs>
  <ScaleCrop>false</ScaleCrop>
  <Company>NMI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colleagues,</dc:title>
  <dc:creator>Teunisse, George (G.M.) , Mr</dc:creator>
  <cp:lastModifiedBy>菠萝蜜</cp:lastModifiedBy>
  <cp:revision>27</cp:revision>
  <cp:lastPrinted>2011-12-15T05:46:00Z</cp:lastPrinted>
  <dcterms:created xsi:type="dcterms:W3CDTF">2018-03-09T04:25:00Z</dcterms:created>
  <dcterms:modified xsi:type="dcterms:W3CDTF">2018-09-30T01:21:00Z</dcterms:modified>
</cp:coreProperties>
</file>